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578F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23174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623174">
        <w:rPr>
          <w:rFonts w:ascii="Arial Narrow" w:hAnsi="Arial Narrow"/>
          <w:sz w:val="22"/>
          <w:lang w:val="de-DE"/>
        </w:rPr>
        <w:t>17</w:t>
      </w:r>
      <w:r w:rsidR="00164561">
        <w:rPr>
          <w:rFonts w:ascii="Arial Narrow" w:hAnsi="Arial Narrow"/>
          <w:sz w:val="22"/>
          <w:lang w:val="de-DE"/>
        </w:rPr>
        <w:t>.05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E578FE" w:rsidRDefault="00E578FE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F05911" w:rsidRDefault="00E42A53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13:30 Uhr </w:t>
      </w:r>
      <w:r w:rsidR="00F05911">
        <w:rPr>
          <w:rFonts w:ascii="Arial Narrow" w:hAnsi="Arial Narrow"/>
          <w:sz w:val="22"/>
          <w:lang w:val="de-DE"/>
        </w:rPr>
        <w:t>Referate – Freiburg (Johannes)</w:t>
      </w:r>
    </w:p>
    <w:p w:rsidR="00613B20" w:rsidRDefault="00623174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Studentenflohmarkt (Lukas)</w:t>
      </w:r>
    </w:p>
    <w:p w:rsidR="00B52670" w:rsidRDefault="00B5267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Vernetzungstreffen (Alex)</w:t>
      </w:r>
    </w:p>
    <w:p w:rsidR="00C9490C" w:rsidRDefault="00C9490C" w:rsidP="0040054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Schreibtischunterlagen (Lukas)</w:t>
      </w:r>
    </w:p>
    <w:p w:rsidR="00B67442" w:rsidRDefault="00B67442" w:rsidP="00B6744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(Matze)</w:t>
      </w:r>
    </w:p>
    <w:p w:rsidR="00B67442" w:rsidRDefault="00B67442" w:rsidP="00B6744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Ergebnisse</w:t>
      </w:r>
    </w:p>
    <w:p w:rsidR="00B67442" w:rsidRDefault="00B67442" w:rsidP="00B6744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Unterstützungsbereitschaft</w:t>
      </w:r>
    </w:p>
    <w:p w:rsidR="00E42A53" w:rsidRDefault="00E42A53" w:rsidP="00E42A5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Metallschränke (Johannes)</w:t>
      </w:r>
    </w:p>
    <w:p w:rsidR="00CE2547" w:rsidRDefault="00CE2547" w:rsidP="00E42A5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</w:t>
      </w:r>
    </w:p>
    <w:p w:rsidR="00CE2547" w:rsidRDefault="00CE2547" w:rsidP="00CE254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AC</w:t>
      </w:r>
    </w:p>
    <w:p w:rsidR="008A68C4" w:rsidRDefault="00CE2547" w:rsidP="008A68C4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Bestellung</w:t>
      </w:r>
    </w:p>
    <w:p w:rsidR="008A68C4" w:rsidRPr="008A68C4" w:rsidRDefault="008A68C4" w:rsidP="008A68C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WM-Projekt</w:t>
      </w:r>
      <w:bookmarkStart w:id="0" w:name="_GoBack"/>
      <w:bookmarkEnd w:id="0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A68C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4561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00542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13B20"/>
    <w:rsid w:val="006204D1"/>
    <w:rsid w:val="00623174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A68C4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52670"/>
    <w:rsid w:val="00B67442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9490C"/>
    <w:rsid w:val="00CA5DF7"/>
    <w:rsid w:val="00CB5BD5"/>
    <w:rsid w:val="00CB7EB7"/>
    <w:rsid w:val="00CD7327"/>
    <w:rsid w:val="00CE254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248FB"/>
    <w:rsid w:val="00E36789"/>
    <w:rsid w:val="00E42A53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0591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Mirza Sahovic</cp:lastModifiedBy>
  <cp:revision>10</cp:revision>
  <cp:lastPrinted>2018-05-17T10:55:00Z</cp:lastPrinted>
  <dcterms:created xsi:type="dcterms:W3CDTF">2018-05-08T10:33:00Z</dcterms:created>
  <dcterms:modified xsi:type="dcterms:W3CDTF">2018-05-17T11:05:00Z</dcterms:modified>
</cp:coreProperties>
</file>